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AA06" w14:textId="77777777" w:rsidR="007F46F1" w:rsidRPr="00535DD8" w:rsidRDefault="00571261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3727316C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7913AAC7" w14:textId="410C4E98" w:rsidR="007F46F1" w:rsidRDefault="007F46F1" w:rsidP="005E016B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F55180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F55180">
        <w:rPr>
          <w:rFonts w:cs="Arial"/>
        </w:rPr>
        <w:t xml:space="preserve">poddodavatel </w:t>
      </w:r>
      <w:r w:rsidR="00663849">
        <w:rPr>
          <w:rFonts w:cs="Arial"/>
        </w:rPr>
        <w:t>účastníka v</w:t>
      </w:r>
      <w:r w:rsidR="00BE096A">
        <w:rPr>
          <w:rFonts w:cs="Arial"/>
        </w:rPr>
        <w:t> </w:t>
      </w:r>
      <w:r w:rsidR="00663849">
        <w:rPr>
          <w:rFonts w:cs="Arial"/>
        </w:rPr>
        <w:t>zakázce</w:t>
      </w:r>
      <w:r>
        <w:rPr>
          <w:rFonts w:cs="Arial"/>
        </w:rPr>
        <w:t xml:space="preserve"> </w:t>
      </w:r>
      <w:r w:rsidR="00202FDD">
        <w:rPr>
          <w:rFonts w:cs="Arial"/>
          <w:b/>
          <w:iCs/>
          <w:color w:val="000000"/>
        </w:rPr>
        <w:t>„</w:t>
      </w:r>
      <w:r w:rsidR="003D24CA">
        <w:rPr>
          <w:rFonts w:cs="Arial"/>
          <w:b/>
          <w:iCs/>
          <w:color w:val="000000"/>
        </w:rPr>
        <w:t>Kontrastní látky</w:t>
      </w:r>
      <w:r w:rsidR="001D6DFE">
        <w:rPr>
          <w:rFonts w:cs="Arial"/>
          <w:b/>
          <w:iCs/>
          <w:color w:val="000000"/>
        </w:rPr>
        <w:t>“</w:t>
      </w:r>
      <w:r w:rsidR="00211E6A">
        <w:rPr>
          <w:rFonts w:cs="Arial"/>
          <w:b/>
          <w:iCs/>
          <w:color w:val="000000"/>
        </w:rPr>
        <w:t xml:space="preserve"> – dílčí plnění </w:t>
      </w:r>
      <w:r w:rsidR="003B122A">
        <w:rPr>
          <w:rFonts w:cs="Arial"/>
          <w:b/>
          <w:iCs/>
          <w:color w:val="000000"/>
        </w:rPr>
        <w:t>2</w:t>
      </w:r>
      <w:r w:rsidR="00202FDD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28B8537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3D823844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CB72B9">
        <w:rPr>
          <w:rFonts w:cs="Arial"/>
        </w:rPr>
        <w:t>a to ani ve vztahu ke spotřební dani,</w:t>
      </w:r>
    </w:p>
    <w:p w14:paraId="47B565C4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150DF19D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2FACC9B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7A883577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56780A4B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 xml:space="preserve">Dále čestně prohlašuji, že je-li </w:t>
      </w:r>
      <w:r w:rsidR="00906E8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906E85">
        <w:t>pod</w:t>
      </w:r>
      <w:r>
        <w:t xml:space="preserve">dodavatele právnická osoba, podmínku podle odstavce 1 písm. a) splňuje </w:t>
      </w:r>
    </w:p>
    <w:p w14:paraId="562FC705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01F2FA9D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61850CCF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</w:t>
      </w:r>
      <w:r w:rsidR="00234DD0">
        <w:t>pod</w:t>
      </w:r>
      <w:r>
        <w:t xml:space="preserve">dodavatele. </w:t>
      </w:r>
    </w:p>
    <w:p w14:paraId="48494EBF" w14:textId="77777777" w:rsidR="00535DD8" w:rsidRDefault="00535DD8" w:rsidP="005D77CC">
      <w:pPr>
        <w:spacing w:line="360" w:lineRule="auto"/>
        <w:jc w:val="both"/>
      </w:pPr>
    </w:p>
    <w:p w14:paraId="3F5ED54C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34298B45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38D0948F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34DFF828" w14:textId="77777777" w:rsidR="00420597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</w:p>
    <w:p w14:paraId="0F3FF7F1" w14:textId="77777777" w:rsidR="007F46F1" w:rsidRPr="00B749D5" w:rsidRDefault="007F46F1" w:rsidP="00420597">
      <w:pPr>
        <w:autoSpaceDE w:val="0"/>
        <w:autoSpaceDN w:val="0"/>
        <w:adjustRightInd w:val="0"/>
        <w:spacing w:before="120" w:line="300" w:lineRule="auto"/>
        <w:ind w:left="5664"/>
        <w:outlineLvl w:val="0"/>
        <w:rPr>
          <w:rFonts w:cs="Arial"/>
          <w:szCs w:val="22"/>
        </w:rPr>
      </w:pP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24179120" w14:textId="77777777" w:rsidR="00BE3F6E" w:rsidRDefault="007F46F1" w:rsidP="00580DA2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>Razítko a podpis osoby oprávněné jednat za</w:t>
      </w:r>
      <w:r w:rsidR="00571261">
        <w:rPr>
          <w:noProof/>
        </w:rPr>
        <w:pict w14:anchorId="759FC9EF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F55180">
        <w:rPr>
          <w:rFonts w:cs="Arial"/>
        </w:rPr>
        <w:t> poddodavatele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817F" w14:textId="77777777" w:rsidR="008829AF" w:rsidRDefault="008829AF">
      <w:r>
        <w:separator/>
      </w:r>
    </w:p>
  </w:endnote>
  <w:endnote w:type="continuationSeparator" w:id="0">
    <w:p w14:paraId="6E49CCD3" w14:textId="77777777" w:rsidR="008829AF" w:rsidRDefault="0088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BD87" w14:textId="77777777" w:rsidR="008829AF" w:rsidRDefault="008829AF">
      <w:r>
        <w:separator/>
      </w:r>
    </w:p>
  </w:footnote>
  <w:footnote w:type="continuationSeparator" w:id="0">
    <w:p w14:paraId="40E98120" w14:textId="77777777" w:rsidR="008829AF" w:rsidRDefault="00882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44D3" w14:textId="77777777" w:rsidR="00420597" w:rsidRDefault="00420597" w:rsidP="00420597">
    <w:pPr>
      <w:pStyle w:val="Zhlav"/>
    </w:pPr>
    <w:r>
      <w:t xml:space="preserve">Příloha č. </w:t>
    </w:r>
    <w:r w:rsidR="00561C24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23813"/>
    <w:rsid w:val="00023D63"/>
    <w:rsid w:val="000423E7"/>
    <w:rsid w:val="000503F0"/>
    <w:rsid w:val="00060289"/>
    <w:rsid w:val="00083DFF"/>
    <w:rsid w:val="0008793F"/>
    <w:rsid w:val="000947A0"/>
    <w:rsid w:val="000B7B97"/>
    <w:rsid w:val="000E61FA"/>
    <w:rsid w:val="0018201E"/>
    <w:rsid w:val="001834ED"/>
    <w:rsid w:val="00184A4D"/>
    <w:rsid w:val="001969D9"/>
    <w:rsid w:val="001A3249"/>
    <w:rsid w:val="001B77D4"/>
    <w:rsid w:val="001D6DFE"/>
    <w:rsid w:val="001E33F3"/>
    <w:rsid w:val="00202FDD"/>
    <w:rsid w:val="00211E6A"/>
    <w:rsid w:val="00225FBA"/>
    <w:rsid w:val="00234DD0"/>
    <w:rsid w:val="00265A27"/>
    <w:rsid w:val="00275766"/>
    <w:rsid w:val="00292257"/>
    <w:rsid w:val="002E47B2"/>
    <w:rsid w:val="002F4CF0"/>
    <w:rsid w:val="003236F8"/>
    <w:rsid w:val="0034354E"/>
    <w:rsid w:val="00343DE1"/>
    <w:rsid w:val="0039037B"/>
    <w:rsid w:val="003A670F"/>
    <w:rsid w:val="003B122A"/>
    <w:rsid w:val="003B36AC"/>
    <w:rsid w:val="003C7568"/>
    <w:rsid w:val="003D24CA"/>
    <w:rsid w:val="003D3D6E"/>
    <w:rsid w:val="003F585E"/>
    <w:rsid w:val="00420597"/>
    <w:rsid w:val="0043058B"/>
    <w:rsid w:val="0044272E"/>
    <w:rsid w:val="00445D43"/>
    <w:rsid w:val="0046059E"/>
    <w:rsid w:val="00464FFA"/>
    <w:rsid w:val="004B147B"/>
    <w:rsid w:val="004B4CC0"/>
    <w:rsid w:val="004C1AC1"/>
    <w:rsid w:val="004D64AE"/>
    <w:rsid w:val="00511EBC"/>
    <w:rsid w:val="00524492"/>
    <w:rsid w:val="00535DD8"/>
    <w:rsid w:val="00561C24"/>
    <w:rsid w:val="0056365A"/>
    <w:rsid w:val="00567EC7"/>
    <w:rsid w:val="00571261"/>
    <w:rsid w:val="00571752"/>
    <w:rsid w:val="00577DA5"/>
    <w:rsid w:val="00580DA2"/>
    <w:rsid w:val="005A2740"/>
    <w:rsid w:val="005A7C98"/>
    <w:rsid w:val="005B75FC"/>
    <w:rsid w:val="005D77CC"/>
    <w:rsid w:val="005E016B"/>
    <w:rsid w:val="00605362"/>
    <w:rsid w:val="006173DA"/>
    <w:rsid w:val="00654837"/>
    <w:rsid w:val="00663849"/>
    <w:rsid w:val="00675094"/>
    <w:rsid w:val="0068084C"/>
    <w:rsid w:val="00681D85"/>
    <w:rsid w:val="0069561F"/>
    <w:rsid w:val="00695999"/>
    <w:rsid w:val="00695B0A"/>
    <w:rsid w:val="006C3779"/>
    <w:rsid w:val="00704543"/>
    <w:rsid w:val="0071388A"/>
    <w:rsid w:val="00716EEB"/>
    <w:rsid w:val="00721587"/>
    <w:rsid w:val="00730566"/>
    <w:rsid w:val="00757FDC"/>
    <w:rsid w:val="00766678"/>
    <w:rsid w:val="0077125B"/>
    <w:rsid w:val="007B08F4"/>
    <w:rsid w:val="007F46F1"/>
    <w:rsid w:val="008156B2"/>
    <w:rsid w:val="008366E5"/>
    <w:rsid w:val="00837684"/>
    <w:rsid w:val="00862B31"/>
    <w:rsid w:val="00864374"/>
    <w:rsid w:val="0087304B"/>
    <w:rsid w:val="00875016"/>
    <w:rsid w:val="008829AF"/>
    <w:rsid w:val="008846D7"/>
    <w:rsid w:val="008B31C8"/>
    <w:rsid w:val="008C1B4F"/>
    <w:rsid w:val="008D3A31"/>
    <w:rsid w:val="008D7854"/>
    <w:rsid w:val="00900E1E"/>
    <w:rsid w:val="00905B5E"/>
    <w:rsid w:val="00906E85"/>
    <w:rsid w:val="00910AA4"/>
    <w:rsid w:val="00911C00"/>
    <w:rsid w:val="009371A4"/>
    <w:rsid w:val="009477D3"/>
    <w:rsid w:val="0096429F"/>
    <w:rsid w:val="009A412C"/>
    <w:rsid w:val="00A60D52"/>
    <w:rsid w:val="00AA0F55"/>
    <w:rsid w:val="00AC3EED"/>
    <w:rsid w:val="00B16D55"/>
    <w:rsid w:val="00B34AE5"/>
    <w:rsid w:val="00B34CE2"/>
    <w:rsid w:val="00B45224"/>
    <w:rsid w:val="00B64055"/>
    <w:rsid w:val="00BB092C"/>
    <w:rsid w:val="00BB640E"/>
    <w:rsid w:val="00BD325E"/>
    <w:rsid w:val="00BE096A"/>
    <w:rsid w:val="00BE3F6E"/>
    <w:rsid w:val="00BF4B07"/>
    <w:rsid w:val="00C23A29"/>
    <w:rsid w:val="00C36165"/>
    <w:rsid w:val="00C4263C"/>
    <w:rsid w:val="00C53016"/>
    <w:rsid w:val="00C6252E"/>
    <w:rsid w:val="00C71EED"/>
    <w:rsid w:val="00CA166F"/>
    <w:rsid w:val="00CB72B9"/>
    <w:rsid w:val="00CC0FB8"/>
    <w:rsid w:val="00CE3F72"/>
    <w:rsid w:val="00D27F01"/>
    <w:rsid w:val="00D61181"/>
    <w:rsid w:val="00D64895"/>
    <w:rsid w:val="00D83853"/>
    <w:rsid w:val="00DA5283"/>
    <w:rsid w:val="00E12BA1"/>
    <w:rsid w:val="00E81D9C"/>
    <w:rsid w:val="00E9714C"/>
    <w:rsid w:val="00EE4D56"/>
    <w:rsid w:val="00F14B97"/>
    <w:rsid w:val="00F47456"/>
    <w:rsid w:val="00F55180"/>
    <w:rsid w:val="00F65E5E"/>
    <w:rsid w:val="00F73C75"/>
    <w:rsid w:val="00F979F6"/>
    <w:rsid w:val="00FD5AD3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08B56815"/>
  <w15:chartTrackingRefBased/>
  <w15:docId w15:val="{70098A9A-54C6-4D35-92AA-29C6939A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73216-792E-4170-AD3B-52DC94359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D15C8-8ADF-405E-9A05-91290142D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1DBB5-CCE5-4CEA-9CE5-6EC67CCDC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2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4</cp:revision>
  <cp:lastPrinted>2011-12-19T03:50:00Z</cp:lastPrinted>
  <dcterms:created xsi:type="dcterms:W3CDTF">2022-03-07T12:48:00Z</dcterms:created>
  <dcterms:modified xsi:type="dcterms:W3CDTF">2022-03-24T13:54:00Z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